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D087B" w14:textId="77777777" w:rsidR="006E5D65" w:rsidRPr="00F147D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147D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147DA">
        <w:rPr>
          <w:rFonts w:ascii="Corbel" w:hAnsi="Corbel"/>
          <w:bCs/>
          <w:i/>
          <w:sz w:val="24"/>
          <w:szCs w:val="24"/>
        </w:rPr>
        <w:t>1.5</w:t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147D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147D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147DA">
        <w:rPr>
          <w:rFonts w:ascii="Corbel" w:hAnsi="Corbel"/>
          <w:bCs/>
          <w:i/>
          <w:sz w:val="24"/>
          <w:szCs w:val="24"/>
        </w:rPr>
        <w:t>12/2019</w:t>
      </w:r>
    </w:p>
    <w:p w14:paraId="075B2536" w14:textId="77777777" w:rsidR="0085747A" w:rsidRPr="00F147D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SYLABUS</w:t>
      </w:r>
    </w:p>
    <w:p w14:paraId="4EAF49E1" w14:textId="15C34C69" w:rsidR="00445970" w:rsidRDefault="0071620A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147DA">
        <w:rPr>
          <w:rFonts w:ascii="Corbel" w:hAnsi="Corbel"/>
          <w:b/>
          <w:smallCaps/>
          <w:sz w:val="24"/>
          <w:szCs w:val="24"/>
        </w:rPr>
        <w:t xml:space="preserve"> </w:t>
      </w:r>
      <w:r w:rsidR="00AC59E7">
        <w:rPr>
          <w:rFonts w:ascii="Corbel" w:hAnsi="Corbel"/>
          <w:smallCaps/>
          <w:sz w:val="24"/>
          <w:szCs w:val="24"/>
        </w:rPr>
        <w:t>202</w:t>
      </w:r>
      <w:r w:rsidR="00E06201">
        <w:rPr>
          <w:rFonts w:ascii="Corbel" w:hAnsi="Corbel"/>
          <w:smallCaps/>
          <w:sz w:val="24"/>
          <w:szCs w:val="24"/>
        </w:rPr>
        <w:t>2-</w:t>
      </w:r>
      <w:r w:rsidR="00AC59E7">
        <w:rPr>
          <w:rFonts w:ascii="Corbel" w:hAnsi="Corbel"/>
          <w:smallCaps/>
          <w:sz w:val="24"/>
          <w:szCs w:val="24"/>
        </w:rPr>
        <w:t>202</w:t>
      </w:r>
      <w:r w:rsidR="00E06201">
        <w:rPr>
          <w:rFonts w:ascii="Corbel" w:hAnsi="Corbel"/>
          <w:smallCaps/>
          <w:sz w:val="24"/>
          <w:szCs w:val="24"/>
        </w:rPr>
        <w:t>5</w:t>
      </w:r>
    </w:p>
    <w:p w14:paraId="35B21E98" w14:textId="77777777" w:rsidR="001A3CCC" w:rsidRDefault="001A3CCC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</w:p>
    <w:p w14:paraId="0D4C8F9A" w14:textId="3FDB6167" w:rsidR="001A3CCC" w:rsidRDefault="00AC59E7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Rok akademicki 202</w:t>
      </w:r>
      <w:r w:rsidR="00E06201">
        <w:rPr>
          <w:rFonts w:ascii="Corbel" w:hAnsi="Corbel"/>
          <w:smallCaps/>
          <w:sz w:val="24"/>
          <w:szCs w:val="24"/>
        </w:rPr>
        <w:t>2</w:t>
      </w:r>
      <w:r>
        <w:rPr>
          <w:rFonts w:ascii="Corbel" w:hAnsi="Corbel"/>
          <w:smallCaps/>
          <w:sz w:val="24"/>
          <w:szCs w:val="24"/>
        </w:rPr>
        <w:t>/202</w:t>
      </w:r>
      <w:r w:rsidR="00E06201">
        <w:rPr>
          <w:rFonts w:ascii="Corbel" w:hAnsi="Corbel"/>
          <w:smallCaps/>
          <w:sz w:val="24"/>
          <w:szCs w:val="24"/>
        </w:rPr>
        <w:t>3</w:t>
      </w:r>
    </w:p>
    <w:p w14:paraId="4D2DCD61" w14:textId="77777777" w:rsidR="0085747A" w:rsidRPr="00F147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2CD22F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="0085747A" w:rsidRPr="00F147DA">
        <w:rPr>
          <w:rFonts w:ascii="Corbel" w:hAnsi="Corbel"/>
          <w:szCs w:val="24"/>
        </w:rPr>
        <w:t xml:space="preserve">Podstawowe </w:t>
      </w:r>
      <w:r w:rsidR="00445970" w:rsidRPr="00F147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47DA" w14:paraId="39258CF8" w14:textId="77777777" w:rsidTr="00B819C8">
        <w:tc>
          <w:tcPr>
            <w:tcW w:w="2694" w:type="dxa"/>
            <w:vAlign w:val="center"/>
          </w:tcPr>
          <w:p w14:paraId="5F884E02" w14:textId="77777777"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25832A" w14:textId="77777777"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85747A" w:rsidRPr="00F147DA" w14:paraId="08F7608D" w14:textId="77777777" w:rsidTr="00B819C8">
        <w:tc>
          <w:tcPr>
            <w:tcW w:w="2694" w:type="dxa"/>
            <w:vAlign w:val="center"/>
          </w:tcPr>
          <w:p w14:paraId="709DCE19" w14:textId="77777777"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F88446" w14:textId="77777777"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WF</w:t>
            </w:r>
          </w:p>
        </w:tc>
      </w:tr>
      <w:tr w:rsidR="0085747A" w:rsidRPr="00F147DA" w14:paraId="129DFF6D" w14:textId="77777777" w:rsidTr="00B819C8">
        <w:tc>
          <w:tcPr>
            <w:tcW w:w="2694" w:type="dxa"/>
            <w:vAlign w:val="center"/>
          </w:tcPr>
          <w:p w14:paraId="153FC316" w14:textId="1DDBFD00" w:rsidR="0085747A" w:rsidRPr="00F147DA" w:rsidRDefault="00E0620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147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2BEFDE" w14:textId="70100325" w:rsidR="0085747A" w:rsidRPr="00F147DA" w:rsidRDefault="00984B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E06201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F147DA" w14:paraId="6365E0C1" w14:textId="77777777" w:rsidTr="00B819C8">
        <w:tc>
          <w:tcPr>
            <w:tcW w:w="2694" w:type="dxa"/>
            <w:vAlign w:val="center"/>
          </w:tcPr>
          <w:p w14:paraId="525CC207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8C60AE" w14:textId="77777777"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Centrum Sportu i Rekreacji UR</w:t>
            </w:r>
          </w:p>
        </w:tc>
      </w:tr>
      <w:tr w:rsidR="0085747A" w:rsidRPr="00F147DA" w14:paraId="5079CA2E" w14:textId="77777777" w:rsidTr="00B819C8">
        <w:tc>
          <w:tcPr>
            <w:tcW w:w="2694" w:type="dxa"/>
            <w:vAlign w:val="center"/>
          </w:tcPr>
          <w:p w14:paraId="566C3B61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2EEE54" w14:textId="77777777" w:rsidR="0085747A" w:rsidRPr="00F147DA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F147DA" w14:paraId="6D710736" w14:textId="77777777" w:rsidTr="00B819C8">
        <w:tc>
          <w:tcPr>
            <w:tcW w:w="2694" w:type="dxa"/>
            <w:vAlign w:val="center"/>
          </w:tcPr>
          <w:p w14:paraId="6B4E335B" w14:textId="77777777" w:rsidR="0085747A" w:rsidRPr="00F147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15126F" w14:textId="77777777" w:rsidR="0085747A" w:rsidRPr="00F147DA" w:rsidRDefault="00120DEA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F147DA" w14:paraId="00FD8D43" w14:textId="77777777" w:rsidTr="00B819C8">
        <w:tc>
          <w:tcPr>
            <w:tcW w:w="2694" w:type="dxa"/>
            <w:vAlign w:val="center"/>
          </w:tcPr>
          <w:p w14:paraId="242E891F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4F3052" w14:textId="77777777" w:rsidR="0085747A" w:rsidRPr="00F147DA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147DA" w14:paraId="17D35004" w14:textId="77777777" w:rsidTr="00B819C8">
        <w:tc>
          <w:tcPr>
            <w:tcW w:w="2694" w:type="dxa"/>
            <w:vAlign w:val="center"/>
          </w:tcPr>
          <w:p w14:paraId="1A210428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A92A93" w14:textId="77777777" w:rsidR="0085747A" w:rsidRPr="00F147DA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147DA" w14:paraId="4CF62BCD" w14:textId="77777777" w:rsidTr="00B819C8">
        <w:tc>
          <w:tcPr>
            <w:tcW w:w="2694" w:type="dxa"/>
            <w:vAlign w:val="center"/>
          </w:tcPr>
          <w:p w14:paraId="20B1560A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147DA">
              <w:rPr>
                <w:rFonts w:ascii="Corbel" w:hAnsi="Corbel"/>
                <w:sz w:val="24"/>
                <w:szCs w:val="24"/>
              </w:rPr>
              <w:t>/y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E7408" w14:textId="77777777" w:rsidR="0085747A" w:rsidRPr="00F147DA" w:rsidRDefault="00676B7E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I r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DC66AC" w:rsidRPr="00F147D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 xml:space="preserve"> I sem.1,2</w:t>
            </w:r>
          </w:p>
        </w:tc>
      </w:tr>
      <w:tr w:rsidR="0085747A" w:rsidRPr="00F147DA" w14:paraId="74D1B9F2" w14:textId="77777777" w:rsidTr="00B819C8">
        <w:tc>
          <w:tcPr>
            <w:tcW w:w="2694" w:type="dxa"/>
            <w:vAlign w:val="center"/>
          </w:tcPr>
          <w:p w14:paraId="1AFB2999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77890E" w14:textId="77777777" w:rsidR="0085747A" w:rsidRPr="00F147DA" w:rsidRDefault="00DC66AC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F147DA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F147DA" w14:paraId="035D5094" w14:textId="77777777" w:rsidTr="00B819C8">
        <w:tc>
          <w:tcPr>
            <w:tcW w:w="2694" w:type="dxa"/>
            <w:vAlign w:val="center"/>
          </w:tcPr>
          <w:p w14:paraId="2CD76D47" w14:textId="77777777" w:rsidR="00923D7D" w:rsidRPr="00F147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881A14" w14:textId="77777777" w:rsidR="00923D7D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147DA" w14:paraId="65B0A9ED" w14:textId="77777777" w:rsidTr="00B819C8">
        <w:tc>
          <w:tcPr>
            <w:tcW w:w="2694" w:type="dxa"/>
            <w:vAlign w:val="center"/>
          </w:tcPr>
          <w:p w14:paraId="2DE8F30B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C0A617" w14:textId="77777777" w:rsidR="0085747A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F147DA" w14:paraId="6EE71928" w14:textId="77777777" w:rsidTr="00B819C8">
        <w:tc>
          <w:tcPr>
            <w:tcW w:w="2694" w:type="dxa"/>
            <w:vAlign w:val="center"/>
          </w:tcPr>
          <w:p w14:paraId="4573E6AD" w14:textId="77777777"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5652D" w14:textId="2342E74E" w:rsidR="0085747A" w:rsidRPr="00F147D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2BCFB02" w14:textId="77777777" w:rsidR="0085747A" w:rsidRPr="00F147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r w:rsidR="00B90885" w:rsidRPr="00F147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47DA">
        <w:rPr>
          <w:rFonts w:ascii="Corbel" w:hAnsi="Corbel"/>
          <w:b w:val="0"/>
          <w:sz w:val="24"/>
          <w:szCs w:val="24"/>
        </w:rPr>
        <w:t>e,</w:t>
      </w:r>
      <w:r w:rsidRPr="00F147DA">
        <w:rPr>
          <w:rFonts w:ascii="Corbel" w:hAnsi="Corbel"/>
          <w:i/>
          <w:sz w:val="24"/>
          <w:szCs w:val="24"/>
        </w:rPr>
        <w:t xml:space="preserve"> </w:t>
      </w:r>
      <w:r w:rsidRPr="00F147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147DA">
        <w:rPr>
          <w:rFonts w:ascii="Corbel" w:hAnsi="Corbel"/>
          <w:b w:val="0"/>
          <w:i/>
          <w:sz w:val="24"/>
          <w:szCs w:val="24"/>
        </w:rPr>
        <w:t>w Jednostce</w:t>
      </w:r>
    </w:p>
    <w:p w14:paraId="16F64FB9" w14:textId="77777777"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D3770" w14:textId="77777777" w:rsidR="0085747A" w:rsidRPr="00F147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="00E22FBC" w:rsidRPr="00F147DA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248540" w14:textId="77777777"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147DA" w14:paraId="6C7681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BF9F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14:paraId="097BF94D" w14:textId="77777777" w:rsidR="00015B8F" w:rsidRPr="00F147D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="00363F78" w:rsidRPr="00F147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BDD6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Wykł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A3CB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6FB2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Konw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EE69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F775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Sem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F7A8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ABB1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Prakt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7FF6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F854" w14:textId="77777777"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="00B90885" w:rsidRPr="00F147DA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147DA" w14:paraId="0FBEB8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2968" w14:textId="77777777"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420A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4981" w14:textId="77777777"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CBD5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687E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99DE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A94C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A5AC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81E4" w14:textId="77777777"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C978" w14:textId="77777777"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F147DA" w14:paraId="3FBFB84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6074" w14:textId="77777777"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0A73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9C1F" w14:textId="77777777"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0988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900E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476B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C817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C345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E849" w14:textId="77777777"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2307" w14:textId="77777777"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390D7BD9" w14:textId="77777777" w:rsidR="00923D7D" w:rsidRPr="00F147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54F791" w14:textId="77777777" w:rsidR="00923D7D" w:rsidRPr="00F147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AA574F" w14:textId="77777777" w:rsidR="0085747A" w:rsidRPr="00F147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="00E22FBC" w:rsidRPr="00F147DA">
        <w:rPr>
          <w:rFonts w:ascii="Corbel" w:hAnsi="Corbel"/>
          <w:smallCaps w:val="0"/>
          <w:szCs w:val="24"/>
        </w:rPr>
        <w:t>2</w:t>
      </w:r>
      <w:r w:rsidR="00F83B28" w:rsidRPr="00F147DA">
        <w:rPr>
          <w:rFonts w:ascii="Corbel" w:hAnsi="Corbel"/>
          <w:smallCaps w:val="0"/>
          <w:szCs w:val="24"/>
        </w:rPr>
        <w:t>.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14:paraId="1CE43F2D" w14:textId="77777777" w:rsidR="0085747A" w:rsidRPr="00F147DA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eastAsia="MS Gothic" w:hAnsi="Corbel"/>
          <w:szCs w:val="24"/>
        </w:rPr>
        <w:sym w:font="Wingdings" w:char="F0FE"/>
      </w:r>
      <w:r w:rsidR="0085747A" w:rsidRPr="00F147D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B587424" w14:textId="77777777" w:rsidR="0085747A" w:rsidRPr="00F147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eastAsia="MS Gothic" w:hAnsi="Segoe UI Symbol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6C7E45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34D3D6" w14:textId="31559442" w:rsidR="00E22FBC" w:rsidRPr="00F147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="00445970" w:rsidRPr="00F147DA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</w:p>
    <w:p w14:paraId="71AFB07A" w14:textId="77777777" w:rsidR="00DC66AC" w:rsidRPr="00F147DA" w:rsidRDefault="00DC66A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b w:val="0"/>
          <w:szCs w:val="24"/>
        </w:rPr>
        <w:t>zaliczenie z oceną</w:t>
      </w:r>
    </w:p>
    <w:p w14:paraId="7C121C32" w14:textId="77777777" w:rsidR="009C54AE" w:rsidRPr="00F147D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D0AF4F" w14:textId="77777777" w:rsidR="00E960BB" w:rsidRPr="00F147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E2615D" w14:textId="77777777" w:rsidR="00E960BB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47DA" w14:paraId="4BC716B5" w14:textId="77777777" w:rsidTr="00745302">
        <w:tc>
          <w:tcPr>
            <w:tcW w:w="9670" w:type="dxa"/>
          </w:tcPr>
          <w:p w14:paraId="6CBDE355" w14:textId="77777777" w:rsidR="0085747A" w:rsidRPr="00F147DA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14:paraId="2FBF0E13" w14:textId="77777777" w:rsidR="00153C41" w:rsidRPr="00F147D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8BAD18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>3.</w:t>
      </w:r>
      <w:r w:rsidR="0085747A" w:rsidRPr="00F147DA">
        <w:rPr>
          <w:rFonts w:ascii="Corbel" w:hAnsi="Corbel"/>
          <w:szCs w:val="24"/>
        </w:rPr>
        <w:t xml:space="preserve"> </w:t>
      </w:r>
      <w:r w:rsidR="00A84C85" w:rsidRPr="00F147DA">
        <w:rPr>
          <w:rFonts w:ascii="Corbel" w:hAnsi="Corbel"/>
          <w:szCs w:val="24"/>
        </w:rPr>
        <w:t>cele, efekty uczenia się</w:t>
      </w:r>
      <w:r w:rsidR="0085747A" w:rsidRPr="00F147DA">
        <w:rPr>
          <w:rFonts w:ascii="Corbel" w:hAnsi="Corbel"/>
          <w:szCs w:val="24"/>
        </w:rPr>
        <w:t xml:space="preserve"> , treści Programowe i stosowane metody Dydaktyczne</w:t>
      </w:r>
    </w:p>
    <w:p w14:paraId="3C7C426B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0CCE67" w14:textId="77777777" w:rsidR="0085747A" w:rsidRPr="00F147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="00C05F44" w:rsidRPr="00F147DA">
        <w:rPr>
          <w:rFonts w:ascii="Corbel" w:hAnsi="Corbel"/>
          <w:sz w:val="24"/>
          <w:szCs w:val="24"/>
        </w:rPr>
        <w:t>Cele przedmiotu</w:t>
      </w:r>
    </w:p>
    <w:p w14:paraId="3456FC7E" w14:textId="77777777" w:rsidR="00F83B28" w:rsidRPr="00F147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147DA" w14:paraId="4D6109CE" w14:textId="77777777" w:rsidTr="00923D7D">
        <w:tc>
          <w:tcPr>
            <w:tcW w:w="851" w:type="dxa"/>
            <w:vAlign w:val="center"/>
          </w:tcPr>
          <w:p w14:paraId="082134A9" w14:textId="77777777" w:rsidR="0085747A" w:rsidRPr="00F147D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EDE46C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F147DA" w14:paraId="51686E06" w14:textId="77777777" w:rsidTr="00923D7D">
        <w:tc>
          <w:tcPr>
            <w:tcW w:w="851" w:type="dxa"/>
            <w:vAlign w:val="center"/>
          </w:tcPr>
          <w:p w14:paraId="1EC2065E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7B1885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F147DA" w14:paraId="742B2B4F" w14:textId="77777777" w:rsidTr="00923D7D">
        <w:tc>
          <w:tcPr>
            <w:tcW w:w="851" w:type="dxa"/>
            <w:vAlign w:val="center"/>
          </w:tcPr>
          <w:p w14:paraId="2E51AF80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EC69ABE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F147DA" w14:paraId="225546A5" w14:textId="77777777" w:rsidTr="00923D7D">
        <w:tc>
          <w:tcPr>
            <w:tcW w:w="851" w:type="dxa"/>
            <w:vAlign w:val="center"/>
          </w:tcPr>
          <w:p w14:paraId="3729700F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BCBAC0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F147DA" w14:paraId="22CE3487" w14:textId="77777777" w:rsidTr="00923D7D">
        <w:tc>
          <w:tcPr>
            <w:tcW w:w="851" w:type="dxa"/>
            <w:vAlign w:val="center"/>
          </w:tcPr>
          <w:p w14:paraId="3C83FB30" w14:textId="77777777" w:rsidR="0085747A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E4832B6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</w:p>
        </w:tc>
      </w:tr>
      <w:tr w:rsidR="0085747A" w:rsidRPr="00F147DA" w14:paraId="6FA97B64" w14:textId="77777777" w:rsidTr="00923D7D">
        <w:tc>
          <w:tcPr>
            <w:tcW w:w="851" w:type="dxa"/>
            <w:vAlign w:val="center"/>
          </w:tcPr>
          <w:p w14:paraId="5BC1F2A9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3A873282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14:paraId="53EFA72F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ED99A8" w14:textId="77777777" w:rsidR="001D7B54" w:rsidRPr="00F147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="001D7B54" w:rsidRPr="00F147DA">
        <w:rPr>
          <w:rFonts w:ascii="Corbel" w:hAnsi="Corbel"/>
          <w:b/>
          <w:sz w:val="24"/>
          <w:szCs w:val="24"/>
        </w:rPr>
        <w:t xml:space="preserve">Efekty </w:t>
      </w:r>
      <w:r w:rsidR="00C05F44" w:rsidRPr="00F147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147DA">
        <w:rPr>
          <w:rFonts w:ascii="Corbel" w:hAnsi="Corbel"/>
          <w:b/>
          <w:sz w:val="24"/>
          <w:szCs w:val="24"/>
        </w:rPr>
        <w:t>dla przedmiotu</w:t>
      </w:r>
      <w:r w:rsidR="00445970" w:rsidRPr="00F147DA">
        <w:rPr>
          <w:rFonts w:ascii="Corbel" w:hAnsi="Corbel"/>
          <w:sz w:val="24"/>
          <w:szCs w:val="24"/>
        </w:rPr>
        <w:t xml:space="preserve"> </w:t>
      </w:r>
    </w:p>
    <w:p w14:paraId="552C84DE" w14:textId="77777777" w:rsidR="001D7B54" w:rsidRPr="00F147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387"/>
        <w:gridCol w:w="1728"/>
      </w:tblGrid>
      <w:tr w:rsidR="0085747A" w:rsidRPr="00F147DA" w14:paraId="380FCA2D" w14:textId="77777777" w:rsidTr="00F465FA">
        <w:tc>
          <w:tcPr>
            <w:tcW w:w="1405" w:type="dxa"/>
            <w:vAlign w:val="center"/>
          </w:tcPr>
          <w:p w14:paraId="27F21363" w14:textId="77777777"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147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7" w:type="dxa"/>
            <w:vAlign w:val="center"/>
          </w:tcPr>
          <w:p w14:paraId="0CDE958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21B50B5" w14:textId="77777777" w:rsidR="00B82C2E" w:rsidRPr="00F147DA" w:rsidRDefault="00B82C2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28" w:type="dxa"/>
            <w:vAlign w:val="center"/>
          </w:tcPr>
          <w:p w14:paraId="7CF40279" w14:textId="77777777" w:rsidR="0085747A" w:rsidRPr="00F147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147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48A" w:rsidRPr="00F147DA" w14:paraId="1D5900CA" w14:textId="77777777" w:rsidTr="00F465FA">
        <w:tc>
          <w:tcPr>
            <w:tcW w:w="1405" w:type="dxa"/>
          </w:tcPr>
          <w:p w14:paraId="50CC01AE" w14:textId="77777777" w:rsidR="0026048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387" w:type="dxa"/>
          </w:tcPr>
          <w:p w14:paraId="3D69482D" w14:textId="77777777" w:rsidR="0026048A" w:rsidRPr="00834E2F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Wymieni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 podstawowe zasady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ezpieczeństwa i higieny pracy w ramach organizowanych w różnych placówkach zajęć obejmujących różne formy aktywności ruchowej , także w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spółpracuje w zespole  stosując zasady „fair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play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”.</w:t>
            </w:r>
          </w:p>
        </w:tc>
        <w:tc>
          <w:tcPr>
            <w:tcW w:w="1728" w:type="dxa"/>
          </w:tcPr>
          <w:p w14:paraId="0B02C9A2" w14:textId="77777777" w:rsidR="0026048A" w:rsidRPr="00F147DA" w:rsidRDefault="0026048A" w:rsidP="002604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  <w:p w14:paraId="04FDF2D1" w14:textId="77777777" w:rsidR="0026048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D22E0C" w:rsidRPr="00F147DA" w14:paraId="28684044" w14:textId="77777777" w:rsidTr="00F465FA">
        <w:tc>
          <w:tcPr>
            <w:tcW w:w="1405" w:type="dxa"/>
          </w:tcPr>
          <w:p w14:paraId="7A7FF615" w14:textId="77777777" w:rsidR="00D22E0C" w:rsidRPr="00F147DA" w:rsidRDefault="00716D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7" w:type="dxa"/>
          </w:tcPr>
          <w:p w14:paraId="1A108662" w14:textId="77777777" w:rsidR="00D22E0C" w:rsidRPr="004548B2" w:rsidRDefault="00D22E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zajęcia w grupie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 uwzględniając biologiczne i zdrowotne aspekty rozwoju człowieka oraz wykaże się umiejętnościami w zakresie organizacji pracy grupy, stosując zasady </w:t>
            </w:r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„fair </w:t>
            </w:r>
            <w:proofErr w:type="spellStart"/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>play</w:t>
            </w:r>
            <w:proofErr w:type="spellEnd"/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>”.</w:t>
            </w:r>
          </w:p>
        </w:tc>
        <w:tc>
          <w:tcPr>
            <w:tcW w:w="1728" w:type="dxa"/>
          </w:tcPr>
          <w:p w14:paraId="07000FBB" w14:textId="77777777" w:rsidR="00D22E0C" w:rsidRDefault="00F5643C" w:rsidP="002604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85747A" w:rsidRPr="00F147DA" w14:paraId="7D5DC033" w14:textId="77777777" w:rsidTr="00F465FA">
        <w:tc>
          <w:tcPr>
            <w:tcW w:w="1405" w:type="dxa"/>
          </w:tcPr>
          <w:p w14:paraId="4276478C" w14:textId="77777777" w:rsidR="0085747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87" w:type="dxa"/>
          </w:tcPr>
          <w:p w14:paraId="4EA38D57" w14:textId="77777777" w:rsidR="0085747A" w:rsidRPr="00F147DA" w:rsidRDefault="0026048A" w:rsidP="00260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8B2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 krytycznej oceny 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znaczenia 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posiadanej wiedzy 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w kształtowaniu </w:t>
            </w:r>
            <w:proofErr w:type="spellStart"/>
            <w:r w:rsidR="00F5643C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 prozdrowotnych uczestników procesów edukacyjnych i rozwijania ich umiejętności w zakresie aktywizacji ruchowej  osób będących członkami różnych środowisk społecznych</w:t>
            </w:r>
          </w:p>
        </w:tc>
        <w:tc>
          <w:tcPr>
            <w:tcW w:w="1728" w:type="dxa"/>
          </w:tcPr>
          <w:p w14:paraId="73722762" w14:textId="77777777" w:rsidR="0085747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0A3706C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C9781" w14:textId="77777777" w:rsidR="0085747A" w:rsidRPr="00F147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>3.3</w:t>
      </w:r>
      <w:r w:rsidR="001D7B54" w:rsidRPr="00F147DA">
        <w:rPr>
          <w:rFonts w:ascii="Corbel" w:hAnsi="Corbel"/>
          <w:b/>
          <w:sz w:val="24"/>
          <w:szCs w:val="24"/>
        </w:rPr>
        <w:t xml:space="preserve"> </w:t>
      </w:r>
      <w:r w:rsidR="0085747A" w:rsidRPr="00F147DA">
        <w:rPr>
          <w:rFonts w:ascii="Corbel" w:hAnsi="Corbel"/>
          <w:b/>
          <w:sz w:val="24"/>
          <w:szCs w:val="24"/>
        </w:rPr>
        <w:t>T</w:t>
      </w:r>
      <w:r w:rsidR="001D7B54" w:rsidRPr="00F147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147DA">
        <w:rPr>
          <w:rFonts w:ascii="Corbel" w:hAnsi="Corbel"/>
          <w:sz w:val="24"/>
          <w:szCs w:val="24"/>
        </w:rPr>
        <w:t xml:space="preserve">  </w:t>
      </w:r>
    </w:p>
    <w:p w14:paraId="08ED1984" w14:textId="77777777" w:rsidR="0085747A" w:rsidRPr="00F147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14:paraId="0AF894C7" w14:textId="77777777" w:rsidR="00675843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14:paraId="7D705621" w14:textId="77777777" w:rsidR="00676B7E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9A526E6" w14:textId="77777777" w:rsidR="0085747A" w:rsidRPr="00F147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147DA">
        <w:rPr>
          <w:rFonts w:ascii="Corbel" w:hAnsi="Corbel"/>
          <w:sz w:val="24"/>
          <w:szCs w:val="24"/>
        </w:rPr>
        <w:t xml:space="preserve">, </w:t>
      </w:r>
      <w:r w:rsidRPr="00F147DA">
        <w:rPr>
          <w:rFonts w:ascii="Corbel" w:hAnsi="Corbel"/>
          <w:sz w:val="24"/>
          <w:szCs w:val="24"/>
        </w:rPr>
        <w:t xml:space="preserve">zajęć praktycznych </w:t>
      </w:r>
    </w:p>
    <w:p w14:paraId="2FD22996" w14:textId="77777777" w:rsidR="0085747A" w:rsidRPr="00F147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47DA" w14:paraId="7DC0054D" w14:textId="77777777" w:rsidTr="00923D7D">
        <w:tc>
          <w:tcPr>
            <w:tcW w:w="9639" w:type="dxa"/>
          </w:tcPr>
          <w:p w14:paraId="2C9225C7" w14:textId="77777777" w:rsidR="0085747A" w:rsidRPr="00F147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F147DA" w14:paraId="5213FD56" w14:textId="77777777" w:rsidTr="00923D7D">
        <w:tc>
          <w:tcPr>
            <w:tcW w:w="9639" w:type="dxa"/>
          </w:tcPr>
          <w:p w14:paraId="4A985C26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</w:t>
            </w: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 xml:space="preserve">uprawianiem różnych dyscyplin sportu. Zapoznanie z regulaminem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CSiR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="0085747A" w:rsidRPr="00F147DA" w14:paraId="5DB0C93B" w14:textId="77777777" w:rsidTr="00923D7D">
        <w:tc>
          <w:tcPr>
            <w:tcW w:w="9639" w:type="dxa"/>
          </w:tcPr>
          <w:p w14:paraId="63EABCC8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Gry i zabawy ruchowe, różne formy wyścigów z wykorzystaniem sprzętu sportowego.</w:t>
            </w:r>
          </w:p>
          <w:p w14:paraId="3F593E1E" w14:textId="77777777" w:rsidR="0085747A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F147DA" w14:paraId="17DE531A" w14:textId="77777777" w:rsidTr="00923D7D">
        <w:tc>
          <w:tcPr>
            <w:tcW w:w="9639" w:type="dxa"/>
          </w:tcPr>
          <w:p w14:paraId="6224CF72" w14:textId="77777777" w:rsidR="00723984" w:rsidRPr="00F147DA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14:paraId="393741A6" w14:textId="77777777" w:rsidR="0085747A" w:rsidRPr="00F147DA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F147DA" w14:paraId="347DF3D4" w14:textId="77777777" w:rsidTr="00923D7D">
        <w:tc>
          <w:tcPr>
            <w:tcW w:w="9639" w:type="dxa"/>
          </w:tcPr>
          <w:p w14:paraId="4726BF19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F147DA" w14:paraId="1B1BE8FB" w14:textId="77777777" w:rsidTr="00923D7D">
        <w:tc>
          <w:tcPr>
            <w:tcW w:w="9639" w:type="dxa"/>
          </w:tcPr>
          <w:p w14:paraId="5EFFEC5F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F147DA" w14:paraId="73301284" w14:textId="77777777" w:rsidTr="00923D7D">
        <w:tc>
          <w:tcPr>
            <w:tcW w:w="9639" w:type="dxa"/>
          </w:tcPr>
          <w:p w14:paraId="18C5B150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Siatkowa: 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stosowanie znanych elementów techniki podczas gry szkolnej. Przepisy i sędziowanie.</w:t>
            </w:r>
          </w:p>
        </w:tc>
      </w:tr>
      <w:tr w:rsidR="00723984" w:rsidRPr="00F147DA" w14:paraId="2DAB51C3" w14:textId="77777777" w:rsidTr="00923D7D">
        <w:tc>
          <w:tcPr>
            <w:tcW w:w="9639" w:type="dxa"/>
          </w:tcPr>
          <w:p w14:paraId="16434499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F147DA" w14:paraId="5338D3F8" w14:textId="77777777" w:rsidTr="00923D7D">
        <w:tc>
          <w:tcPr>
            <w:tcW w:w="9639" w:type="dxa"/>
          </w:tcPr>
          <w:p w14:paraId="206C77D0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14:paraId="7C3D3575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F147DA" w14:paraId="250F3803" w14:textId="77777777" w:rsidTr="00923D7D">
        <w:tc>
          <w:tcPr>
            <w:tcW w:w="9639" w:type="dxa"/>
          </w:tcPr>
          <w:p w14:paraId="4628C4B5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przepisy gry.  </w:t>
            </w:r>
          </w:p>
        </w:tc>
      </w:tr>
      <w:tr w:rsidR="00723984" w:rsidRPr="00F147DA" w14:paraId="000C1006" w14:textId="77777777" w:rsidTr="00923D7D">
        <w:tc>
          <w:tcPr>
            <w:tcW w:w="9639" w:type="dxa"/>
          </w:tcPr>
          <w:p w14:paraId="53E47FEA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F147DA" w14:paraId="5565A015" w14:textId="77777777" w:rsidTr="00923D7D">
        <w:tc>
          <w:tcPr>
            <w:tcW w:w="9639" w:type="dxa"/>
          </w:tcPr>
          <w:p w14:paraId="69CF6BC0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F147DA" w14:paraId="45A17A06" w14:textId="77777777" w:rsidTr="00923D7D">
        <w:tc>
          <w:tcPr>
            <w:tcW w:w="9639" w:type="dxa"/>
          </w:tcPr>
          <w:p w14:paraId="36BB2C5B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F147DA" w14:paraId="5F987BD1" w14:textId="77777777" w:rsidTr="00923D7D">
        <w:tc>
          <w:tcPr>
            <w:tcW w:w="9639" w:type="dxa"/>
          </w:tcPr>
          <w:p w14:paraId="5ED2FF49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Nożna: Zadanie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oceniające. Gra właściwa  z  doskonaleniem poznanych elementów technicznych i taktycznych.  Przepisy gry.</w:t>
            </w:r>
          </w:p>
        </w:tc>
      </w:tr>
      <w:tr w:rsidR="00723984" w:rsidRPr="00F147DA" w14:paraId="38F3B5AE" w14:textId="77777777" w:rsidTr="00923D7D">
        <w:tc>
          <w:tcPr>
            <w:tcW w:w="9639" w:type="dxa"/>
          </w:tcPr>
          <w:p w14:paraId="77D2FB21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14:paraId="73F92B01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="00723984" w:rsidRPr="00F147DA" w14:paraId="3AE05E7D" w14:textId="77777777" w:rsidTr="00923D7D">
        <w:tc>
          <w:tcPr>
            <w:tcW w:w="9639" w:type="dxa"/>
          </w:tcPr>
          <w:p w14:paraId="788DB8D6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Do wyboru: Łyżwiarstwo: Zasady bezpieczeństwa na lodowisku. Poślizg z odbicia, jazda przodem, zatrzymanie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14:paraId="6FF8E7C5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="0085747A" w:rsidRPr="00F147DA" w14:paraId="242F7B1A" w14:textId="77777777" w:rsidTr="00923D7D">
        <w:tc>
          <w:tcPr>
            <w:tcW w:w="9639" w:type="dxa"/>
          </w:tcPr>
          <w:p w14:paraId="4C95A6DE" w14:textId="77777777" w:rsidR="0085747A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</w:p>
        </w:tc>
      </w:tr>
    </w:tbl>
    <w:p w14:paraId="4C924FDD" w14:textId="77777777" w:rsidR="0085747A" w:rsidRPr="00F147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  <w:r w:rsidRPr="00F147DA">
        <w:rPr>
          <w:rFonts w:ascii="Corbel" w:hAnsi="Corbel"/>
          <w:b w:val="0"/>
          <w:smallCaps w:val="0"/>
          <w:szCs w:val="24"/>
        </w:rPr>
        <w:t xml:space="preserve"> </w:t>
      </w:r>
    </w:p>
    <w:p w14:paraId="240EACB3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41994" w14:textId="77777777" w:rsidR="00120DEA" w:rsidRPr="00F147DA" w:rsidRDefault="00153C41" w:rsidP="00120DE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zCs w:val="24"/>
        </w:rPr>
        <w:t xml:space="preserve"> </w:t>
      </w:r>
    </w:p>
    <w:p w14:paraId="525638B4" w14:textId="77777777" w:rsidR="00153C41" w:rsidRPr="00F147DA" w:rsidRDefault="00120DE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zajęcia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 xml:space="preserve"> w 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147DA">
        <w:rPr>
          <w:rFonts w:ascii="Corbel" w:hAnsi="Corbel"/>
          <w:b w:val="0"/>
          <w:i/>
          <w:smallCaps w:val="0"/>
          <w:szCs w:val="24"/>
        </w:rPr>
        <w:t>,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>gry dydaktyczn</w:t>
      </w:r>
      <w:r>
        <w:rPr>
          <w:rFonts w:ascii="Corbel" w:hAnsi="Corbel"/>
          <w:b w:val="0"/>
          <w:i/>
          <w:smallCaps w:val="0"/>
          <w:szCs w:val="24"/>
        </w:rPr>
        <w:t>e, wykonywanie ćwiczeń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0CA277C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98E92" w14:textId="77777777" w:rsidR="00E960BB" w:rsidRPr="00F147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BF5EAA" w14:textId="77777777" w:rsidR="0085747A" w:rsidRPr="00F147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="0085747A" w:rsidRPr="00F147DA">
        <w:rPr>
          <w:rFonts w:ascii="Corbel" w:hAnsi="Corbel"/>
          <w:smallCaps w:val="0"/>
          <w:szCs w:val="24"/>
        </w:rPr>
        <w:t>METODY I KRYTERIA OCENY</w:t>
      </w:r>
      <w:r w:rsidR="009F4610" w:rsidRPr="00F147DA">
        <w:rPr>
          <w:rFonts w:ascii="Corbel" w:hAnsi="Corbel"/>
          <w:smallCaps w:val="0"/>
          <w:szCs w:val="24"/>
        </w:rPr>
        <w:t xml:space="preserve"> </w:t>
      </w:r>
    </w:p>
    <w:p w14:paraId="1C9F81B1" w14:textId="77777777" w:rsidR="00923D7D" w:rsidRPr="00F147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3F264A" w14:textId="77777777" w:rsidR="0085747A" w:rsidRPr="00F147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147DA">
        <w:rPr>
          <w:rFonts w:ascii="Corbel" w:hAnsi="Corbel"/>
          <w:smallCaps w:val="0"/>
          <w:szCs w:val="24"/>
        </w:rPr>
        <w:t>uczenia się</w:t>
      </w:r>
    </w:p>
    <w:p w14:paraId="47ACA732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="0085747A" w:rsidRPr="00F147DA" w14:paraId="115147D1" w14:textId="77777777" w:rsidTr="00F465FA">
        <w:tc>
          <w:tcPr>
            <w:tcW w:w="993" w:type="dxa"/>
            <w:vAlign w:val="center"/>
          </w:tcPr>
          <w:p w14:paraId="4596F97D" w14:textId="77777777" w:rsidR="0085747A" w:rsidRPr="00F147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14:paraId="4BEDFF76" w14:textId="77777777" w:rsidR="0085747A" w:rsidRPr="00F147DA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6E1D8C" w14:textId="77777777" w:rsidR="0085747A" w:rsidRPr="00F147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0F7048DF" w14:textId="77777777" w:rsidR="00923D7D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A851A6" w14:textId="77777777"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147DA" w14:paraId="416A7E68" w14:textId="77777777" w:rsidTr="00F465FA">
        <w:tc>
          <w:tcPr>
            <w:tcW w:w="993" w:type="dxa"/>
          </w:tcPr>
          <w:p w14:paraId="763CCFB9" w14:textId="77777777" w:rsidR="0085747A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="0085747A" w:rsidRPr="00F147D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14:paraId="15F9F242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testy</w:t>
            </w:r>
            <w:r w:rsidRPr="00F147DA">
              <w:rPr>
                <w:rFonts w:ascii="Corbel" w:hAnsi="Corbel"/>
                <w:szCs w:val="24"/>
              </w:rPr>
              <w:t xml:space="preserve"> </w:t>
            </w:r>
            <w:r w:rsidRPr="00F147DA">
              <w:rPr>
                <w:rFonts w:ascii="Corbel" w:hAnsi="Corbel"/>
                <w:b w:val="0"/>
                <w:szCs w:val="24"/>
              </w:rPr>
              <w:t xml:space="preserve">czynnościowe kontrolujące postępy w zajęciach, </w:t>
            </w:r>
          </w:p>
          <w:p w14:paraId="30CF7FCE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  <w:p w14:paraId="2366D3A9" w14:textId="77777777"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14:paraId="3AD2BB5C" w14:textId="77777777"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F147DA" w14:paraId="2B1D4ED4" w14:textId="77777777" w:rsidTr="00F465FA">
        <w:tc>
          <w:tcPr>
            <w:tcW w:w="993" w:type="dxa"/>
          </w:tcPr>
          <w:p w14:paraId="2D802849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14:paraId="28963D75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14:paraId="26C0692D" w14:textId="77777777"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3E8FBB9D" w14:textId="77777777"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F147DA" w14:paraId="2D99DD69" w14:textId="77777777" w:rsidTr="00F465FA">
        <w:tc>
          <w:tcPr>
            <w:tcW w:w="993" w:type="dxa"/>
          </w:tcPr>
          <w:p w14:paraId="1E65D7DC" w14:textId="77777777"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819" w:type="dxa"/>
          </w:tcPr>
          <w:p w14:paraId="4416D948" w14:textId="77777777"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3B9A6823" w14:textId="77777777" w:rsidR="0076582C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2CFBEB2" w14:textId="77777777" w:rsidR="00923D7D" w:rsidRPr="00F147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352F5" w14:textId="77777777" w:rsidR="0085747A" w:rsidRPr="00F147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="0085747A" w:rsidRPr="00F147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147DA">
        <w:rPr>
          <w:rFonts w:ascii="Corbel" w:hAnsi="Corbel"/>
          <w:smallCaps w:val="0"/>
          <w:szCs w:val="24"/>
        </w:rPr>
        <w:t xml:space="preserve"> </w:t>
      </w:r>
    </w:p>
    <w:p w14:paraId="242265DD" w14:textId="77777777" w:rsidR="00923D7D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47DA" w14:paraId="20090A8E" w14:textId="77777777" w:rsidTr="00923D7D">
        <w:tc>
          <w:tcPr>
            <w:tcW w:w="9670" w:type="dxa"/>
          </w:tcPr>
          <w:p w14:paraId="56AA8635" w14:textId="77777777" w:rsidR="00676B7E" w:rsidRPr="00F147DA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66EB7E90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14:paraId="736335F2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14:paraId="40198ABC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14:paraId="2EEC3806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14:paraId="372DFCF8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14:paraId="7A4E982C" w14:textId="77777777"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14:paraId="3430C745" w14:textId="77777777" w:rsidR="00676B7E" w:rsidRPr="00F147DA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14:paraId="4E598280" w14:textId="77777777"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14:paraId="5AF03992" w14:textId="77777777"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14:paraId="4CDD8468" w14:textId="77777777"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14:paraId="692D78F9" w14:textId="77777777"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14:paraId="1086D794" w14:textId="77777777" w:rsidR="0085747A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14:paraId="15E6AF7F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E760AB" w14:textId="77777777" w:rsidR="009F4610" w:rsidRPr="00F147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5. </w:t>
      </w:r>
      <w:r w:rsidR="00C61DC5" w:rsidRPr="00F147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746F8A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402"/>
      </w:tblGrid>
      <w:tr w:rsidR="0085747A" w:rsidRPr="00F147DA" w14:paraId="625767CD" w14:textId="77777777" w:rsidTr="00C05A24">
        <w:tc>
          <w:tcPr>
            <w:tcW w:w="6237" w:type="dxa"/>
            <w:vAlign w:val="center"/>
          </w:tcPr>
          <w:p w14:paraId="4DE7DECB" w14:textId="77777777"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535AED88" w14:textId="77777777"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147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147DA" w14:paraId="3C6DDDC1" w14:textId="77777777" w:rsidTr="00C05A24">
        <w:tc>
          <w:tcPr>
            <w:tcW w:w="6237" w:type="dxa"/>
          </w:tcPr>
          <w:p w14:paraId="4E3604CE" w14:textId="77777777" w:rsidR="0085747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47D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47D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F147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09632ACE" w14:textId="77777777"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147DA" w14:paraId="1B94D482" w14:textId="77777777" w:rsidTr="00C05A24">
        <w:tc>
          <w:tcPr>
            <w:tcW w:w="6237" w:type="dxa"/>
          </w:tcPr>
          <w:p w14:paraId="5DE10270" w14:textId="77777777"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C276DEA" w14:textId="77777777"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3402" w:type="dxa"/>
          </w:tcPr>
          <w:p w14:paraId="2FB05AB6" w14:textId="77777777"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0</w:t>
            </w:r>
          </w:p>
        </w:tc>
      </w:tr>
      <w:tr w:rsidR="00C61DC5" w:rsidRPr="00F147DA" w14:paraId="17C9E56A" w14:textId="77777777" w:rsidTr="00C05A24">
        <w:tc>
          <w:tcPr>
            <w:tcW w:w="6237" w:type="dxa"/>
          </w:tcPr>
          <w:p w14:paraId="37A93148" w14:textId="77777777" w:rsidR="0071620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0D45784" w14:textId="77777777"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14:paraId="1D2E6448" w14:textId="77777777"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147DA" w14:paraId="401D994B" w14:textId="77777777" w:rsidTr="00C05A24">
        <w:tc>
          <w:tcPr>
            <w:tcW w:w="6237" w:type="dxa"/>
          </w:tcPr>
          <w:p w14:paraId="3772E362" w14:textId="77777777"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4D89F234" w14:textId="77777777"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147DA" w14:paraId="676C49D7" w14:textId="77777777" w:rsidTr="00C05A24">
        <w:tc>
          <w:tcPr>
            <w:tcW w:w="6237" w:type="dxa"/>
          </w:tcPr>
          <w:p w14:paraId="4A8EBB5F" w14:textId="77777777"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60B6FF48" w14:textId="77777777"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14:paraId="4059B165" w14:textId="77777777" w:rsidR="0085747A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47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F745EF" w14:textId="77777777" w:rsidR="003E1941" w:rsidRPr="00F147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2BE49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="0085747A" w:rsidRPr="00F147DA">
        <w:rPr>
          <w:rFonts w:ascii="Corbel" w:hAnsi="Corbel"/>
          <w:smallCaps w:val="0"/>
          <w:szCs w:val="24"/>
        </w:rPr>
        <w:t>PRAKTYKI ZAWODOWE W RAMACH PRZEDMIOTU/ MODUŁU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14:paraId="638AD5E7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F147DA" w14:paraId="3A8E5C67" w14:textId="77777777" w:rsidTr="00C05A24">
        <w:trPr>
          <w:trHeight w:val="397"/>
        </w:trPr>
        <w:tc>
          <w:tcPr>
            <w:tcW w:w="4395" w:type="dxa"/>
          </w:tcPr>
          <w:p w14:paraId="603CE186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14:paraId="1AA4AD05" w14:textId="77777777"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147DA" w14:paraId="5177ACA9" w14:textId="77777777" w:rsidTr="00C05A24">
        <w:trPr>
          <w:trHeight w:val="397"/>
        </w:trPr>
        <w:tc>
          <w:tcPr>
            <w:tcW w:w="4395" w:type="dxa"/>
          </w:tcPr>
          <w:p w14:paraId="027BAF1E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14:paraId="5DF9C140" w14:textId="77777777"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727BC43" w14:textId="77777777" w:rsidR="003E1941" w:rsidRPr="00F147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6E539F" w14:textId="77777777" w:rsidR="0085747A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="0085747A" w:rsidRPr="00F147DA">
        <w:rPr>
          <w:rFonts w:ascii="Corbel" w:hAnsi="Corbel"/>
          <w:smallCaps w:val="0"/>
          <w:szCs w:val="24"/>
        </w:rPr>
        <w:t>LITERATURA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14:paraId="058AC937" w14:textId="77777777" w:rsidR="00675843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47DA" w14:paraId="66C02B9B" w14:textId="77777777" w:rsidTr="0033682F">
        <w:trPr>
          <w:trHeight w:val="397"/>
        </w:trPr>
        <w:tc>
          <w:tcPr>
            <w:tcW w:w="9639" w:type="dxa"/>
          </w:tcPr>
          <w:p w14:paraId="3855FD47" w14:textId="77777777" w:rsidR="00676B7E" w:rsidRPr="00DF6DDF" w:rsidRDefault="0085747A" w:rsidP="00DF6DDF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E24C68" w14:textId="77777777" w:rsidR="003A3D0C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Gołaszewski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Piłka nożna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Poznań, 2003.</w:t>
            </w:r>
          </w:p>
          <w:p w14:paraId="659A13C9" w14:textId="77777777"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Wrocław, 2006.</w:t>
            </w:r>
          </w:p>
          <w:p w14:paraId="62F5F656" w14:textId="77777777"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Kelner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Koszykówka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Wrocław, 2001.</w:t>
            </w:r>
          </w:p>
          <w:p w14:paraId="10F825CD" w14:textId="77777777" w:rsidR="003A3D0C" w:rsidRPr="00DF6DDF" w:rsidRDefault="003A3D0C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Madejski E., Węglarz J., Wybrane zagadnienia współczesnej metodyki wychowania fizycznego, Podręcznik dla nauczycieli i studentów, Impuls, 2017.</w:t>
            </w:r>
          </w:p>
          <w:p w14:paraId="1ACED3CF" w14:textId="77777777" w:rsidR="003A3D0C" w:rsidRPr="00DF6DDF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Stawiarski St.,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Piłka ręczna cz. I </w:t>
            </w:r>
            <w:proofErr w:type="spellStart"/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i</w:t>
            </w:r>
            <w:proofErr w:type="spellEnd"/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II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, Kraków, 2003.</w:t>
            </w:r>
          </w:p>
          <w:p w14:paraId="0BA077BB" w14:textId="77777777" w:rsidR="003A3D0C" w:rsidRPr="00DF6DDF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proofErr w:type="spellStart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Uzarowicz</w:t>
            </w:r>
            <w:proofErr w:type="spellEnd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Piłka siatkowa. Co jest grane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, Kraków, 2001.</w:t>
            </w:r>
          </w:p>
          <w:p w14:paraId="261DF802" w14:textId="77777777" w:rsidR="00676B7E" w:rsidRPr="00DF6DDF" w:rsidRDefault="00676B7E" w:rsidP="00DF6DD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Bondarowicz</w:t>
            </w:r>
            <w:proofErr w:type="spellEnd"/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. Warszawa, 2002.</w:t>
            </w:r>
          </w:p>
        </w:tc>
      </w:tr>
      <w:tr w:rsidR="0085747A" w:rsidRPr="00F147DA" w14:paraId="021EE1CD" w14:textId="77777777" w:rsidTr="0033682F">
        <w:trPr>
          <w:trHeight w:val="397"/>
        </w:trPr>
        <w:tc>
          <w:tcPr>
            <w:tcW w:w="9639" w:type="dxa"/>
          </w:tcPr>
          <w:p w14:paraId="7555D310" w14:textId="77777777" w:rsidR="0085747A" w:rsidRPr="00F147DA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8F1361" w14:textId="77777777"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Zaborniak</w:t>
            </w:r>
            <w:proofErr w:type="spellEnd"/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S.,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Rzeszów, 2006. </w:t>
            </w:r>
          </w:p>
          <w:p w14:paraId="23E77922" w14:textId="77777777" w:rsidR="00676B7E" w:rsidRPr="00F147DA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Drabik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Gdańsk 1996.</w:t>
            </w:r>
          </w:p>
        </w:tc>
      </w:tr>
    </w:tbl>
    <w:p w14:paraId="75C91DC8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87739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528FF5" w14:textId="77777777" w:rsidR="0085747A" w:rsidRPr="00F147D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147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40736" w14:textId="77777777" w:rsidR="00512DC9" w:rsidRDefault="00512DC9" w:rsidP="00C16ABF">
      <w:pPr>
        <w:spacing w:after="0" w:line="240" w:lineRule="auto"/>
      </w:pPr>
      <w:r>
        <w:separator/>
      </w:r>
    </w:p>
  </w:endnote>
  <w:endnote w:type="continuationSeparator" w:id="0">
    <w:p w14:paraId="4165800B" w14:textId="77777777" w:rsidR="00512DC9" w:rsidRDefault="00512D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688A7" w14:textId="77777777" w:rsidR="00512DC9" w:rsidRDefault="00512DC9" w:rsidP="00C16ABF">
      <w:pPr>
        <w:spacing w:after="0" w:line="240" w:lineRule="auto"/>
      </w:pPr>
      <w:r>
        <w:separator/>
      </w:r>
    </w:p>
  </w:footnote>
  <w:footnote w:type="continuationSeparator" w:id="0">
    <w:p w14:paraId="6EB6BE77" w14:textId="77777777" w:rsidR="00512DC9" w:rsidRDefault="00512DC9" w:rsidP="00C16ABF">
      <w:pPr>
        <w:spacing w:after="0" w:line="240" w:lineRule="auto"/>
      </w:pPr>
      <w:r>
        <w:continuationSeparator/>
      </w:r>
    </w:p>
  </w:footnote>
  <w:footnote w:id="1">
    <w:p w14:paraId="29A9DC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8E7B70"/>
    <w:multiLevelType w:val="hybridMultilevel"/>
    <w:tmpl w:val="774E5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39953">
    <w:abstractNumId w:val="1"/>
  </w:num>
  <w:num w:numId="2" w16cid:durableId="1421291184">
    <w:abstractNumId w:val="0"/>
  </w:num>
  <w:num w:numId="3" w16cid:durableId="62812749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238"/>
    <w:rsid w:val="00115D19"/>
    <w:rsid w:val="00120DE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3CCC"/>
    <w:rsid w:val="001A70D2"/>
    <w:rsid w:val="001D657B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604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720EA"/>
    <w:rsid w:val="003A0A5B"/>
    <w:rsid w:val="003A1176"/>
    <w:rsid w:val="003A3D0C"/>
    <w:rsid w:val="003B3031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D5282"/>
    <w:rsid w:val="004F1551"/>
    <w:rsid w:val="004F55A3"/>
    <w:rsid w:val="0050496F"/>
    <w:rsid w:val="00512DC9"/>
    <w:rsid w:val="00513B6F"/>
    <w:rsid w:val="00517C63"/>
    <w:rsid w:val="0053138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B7E"/>
    <w:rsid w:val="00691BEB"/>
    <w:rsid w:val="00696477"/>
    <w:rsid w:val="006D050F"/>
    <w:rsid w:val="006D6139"/>
    <w:rsid w:val="006D7A47"/>
    <w:rsid w:val="006E5D65"/>
    <w:rsid w:val="006F1282"/>
    <w:rsid w:val="006F1FBC"/>
    <w:rsid w:val="006F31E2"/>
    <w:rsid w:val="00706544"/>
    <w:rsid w:val="007072BA"/>
    <w:rsid w:val="0071620A"/>
    <w:rsid w:val="00716D6D"/>
    <w:rsid w:val="00723984"/>
    <w:rsid w:val="00724677"/>
    <w:rsid w:val="00725459"/>
    <w:rsid w:val="007327BD"/>
    <w:rsid w:val="00734608"/>
    <w:rsid w:val="00745302"/>
    <w:rsid w:val="007461D6"/>
    <w:rsid w:val="00746EC8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20FA8"/>
    <w:rsid w:val="00834E2F"/>
    <w:rsid w:val="008449B3"/>
    <w:rsid w:val="0085747A"/>
    <w:rsid w:val="008677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56D"/>
    <w:rsid w:val="00916188"/>
    <w:rsid w:val="00923D7D"/>
    <w:rsid w:val="009508DF"/>
    <w:rsid w:val="00950DAC"/>
    <w:rsid w:val="00954A07"/>
    <w:rsid w:val="009635BD"/>
    <w:rsid w:val="00984B7F"/>
    <w:rsid w:val="00997F14"/>
    <w:rsid w:val="009A73F6"/>
    <w:rsid w:val="009A78D9"/>
    <w:rsid w:val="009C3E31"/>
    <w:rsid w:val="009C54AE"/>
    <w:rsid w:val="009C788E"/>
    <w:rsid w:val="009E20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DAF"/>
    <w:rsid w:val="00AB053C"/>
    <w:rsid w:val="00AB6DA7"/>
    <w:rsid w:val="00AC1F27"/>
    <w:rsid w:val="00AC59E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2E"/>
    <w:rsid w:val="00B90885"/>
    <w:rsid w:val="00BB520A"/>
    <w:rsid w:val="00BD3869"/>
    <w:rsid w:val="00BD66E9"/>
    <w:rsid w:val="00BD6FF4"/>
    <w:rsid w:val="00BE279A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45F27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433"/>
    <w:rsid w:val="00CE5BAC"/>
    <w:rsid w:val="00CF25BE"/>
    <w:rsid w:val="00CF78ED"/>
    <w:rsid w:val="00D02B25"/>
    <w:rsid w:val="00D02EBA"/>
    <w:rsid w:val="00D17C3C"/>
    <w:rsid w:val="00D22E0C"/>
    <w:rsid w:val="00D26B2C"/>
    <w:rsid w:val="00D352C9"/>
    <w:rsid w:val="00D425B2"/>
    <w:rsid w:val="00D428D6"/>
    <w:rsid w:val="00D552B2"/>
    <w:rsid w:val="00D608D1"/>
    <w:rsid w:val="00D63DA2"/>
    <w:rsid w:val="00D74119"/>
    <w:rsid w:val="00D8075B"/>
    <w:rsid w:val="00D8678B"/>
    <w:rsid w:val="00DA2114"/>
    <w:rsid w:val="00DC66AC"/>
    <w:rsid w:val="00DD4AA5"/>
    <w:rsid w:val="00DE09C0"/>
    <w:rsid w:val="00DE4A14"/>
    <w:rsid w:val="00DF320D"/>
    <w:rsid w:val="00DF6DDF"/>
    <w:rsid w:val="00DF71C8"/>
    <w:rsid w:val="00E06201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5300"/>
    <w:rsid w:val="00EB69E0"/>
    <w:rsid w:val="00EC4899"/>
    <w:rsid w:val="00ED03AB"/>
    <w:rsid w:val="00ED32D2"/>
    <w:rsid w:val="00ED432E"/>
    <w:rsid w:val="00EE32DE"/>
    <w:rsid w:val="00EE5457"/>
    <w:rsid w:val="00EF3995"/>
    <w:rsid w:val="00F070AB"/>
    <w:rsid w:val="00F147DA"/>
    <w:rsid w:val="00F17567"/>
    <w:rsid w:val="00F27A7B"/>
    <w:rsid w:val="00F465FA"/>
    <w:rsid w:val="00F526AF"/>
    <w:rsid w:val="00F5643C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CC4D"/>
  <w15:docId w15:val="{2C96585C-AF3D-4288-BF74-122B701D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F4FA0-B52E-4445-A30A-771410F6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1335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15</cp:revision>
  <cp:lastPrinted>2019-12-06T07:55:00Z</cp:lastPrinted>
  <dcterms:created xsi:type="dcterms:W3CDTF">2019-11-20T17:04:00Z</dcterms:created>
  <dcterms:modified xsi:type="dcterms:W3CDTF">2022-05-06T11:40:00Z</dcterms:modified>
</cp:coreProperties>
</file>